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4E34BBB0" w:rsidR="00676F0F" w:rsidRPr="002C3C93" w:rsidRDefault="00676F0F" w:rsidP="00504860">
      <w:pPr>
        <w:pStyle w:val="Podnadpis"/>
        <w:shd w:val="clear" w:color="auto" w:fill="CCFFFF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Příloha č. </w:t>
      </w:r>
      <w:r w:rsidR="003A0392" w:rsidRPr="002C3C93">
        <w:rPr>
          <w:rFonts w:cs="Arial"/>
          <w:caps/>
          <w:sz w:val="28"/>
          <w:szCs w:val="24"/>
        </w:rPr>
        <w:t>4</w:t>
      </w:r>
      <w:r w:rsidRPr="002C3C93">
        <w:rPr>
          <w:rFonts w:cs="Arial"/>
          <w:caps/>
          <w:sz w:val="28"/>
          <w:szCs w:val="24"/>
        </w:rPr>
        <w:t xml:space="preserve"> – </w:t>
      </w:r>
      <w:r w:rsidR="00B12D92" w:rsidRPr="002C3C93">
        <w:rPr>
          <w:rFonts w:cs="Arial"/>
          <w:caps/>
          <w:sz w:val="28"/>
          <w:szCs w:val="24"/>
        </w:rPr>
        <w:t xml:space="preserve">SEZNAM </w:t>
      </w:r>
      <w:r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11E76184" w:rsidR="00F30516" w:rsidRPr="002C3C93" w:rsidRDefault="00F30516" w:rsidP="007A299E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7A299E" w:rsidRPr="007A299E">
        <w:rPr>
          <w:rFonts w:cs="Arial"/>
          <w:sz w:val="22"/>
          <w:szCs w:val="22"/>
        </w:rPr>
        <w:t>Dodávky materiálu k inkontinenci a absorpci pro Karlovarskou krajskou nemocnici a.s.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5168FB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504860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A189303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>Účastník čestně prohlašuje, že splňuje základní způsobilost dle</w:t>
      </w:r>
      <w:r w:rsidR="002034F2" w:rsidRPr="002C3C93">
        <w:rPr>
          <w:rFonts w:cs="Arial"/>
          <w:bCs/>
          <w:sz w:val="22"/>
          <w:szCs w:val="22"/>
        </w:rPr>
        <w:t xml:space="preserve">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651FDA27" w14:textId="5A81A702" w:rsidR="00F445EF" w:rsidRPr="00F445EF" w:rsidRDefault="00F445EF" w:rsidP="00E80EA7">
      <w:pPr>
        <w:pStyle w:val="Podnadpis"/>
        <w:numPr>
          <w:ilvl w:val="0"/>
          <w:numId w:val="17"/>
        </w:numPr>
        <w:spacing w:before="240"/>
        <w:ind w:left="426" w:hanging="426"/>
        <w:jc w:val="both"/>
        <w:rPr>
          <w:rFonts w:cs="Arial"/>
          <w:b w:val="0"/>
          <w:sz w:val="22"/>
          <w:szCs w:val="22"/>
        </w:rPr>
      </w:pPr>
      <w:r w:rsidRPr="00F445EF">
        <w:rPr>
          <w:rFonts w:cs="Arial"/>
          <w:b w:val="0"/>
          <w:sz w:val="22"/>
          <w:szCs w:val="22"/>
        </w:rPr>
        <w:t>byl</w:t>
      </w:r>
      <w:r>
        <w:rPr>
          <w:rFonts w:cs="Arial"/>
          <w:b w:val="0"/>
          <w:sz w:val="22"/>
          <w:szCs w:val="22"/>
        </w:rPr>
        <w:t xml:space="preserve">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2D61B439" w14:textId="52F2BAD9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65C1A0D" w14:textId="1C215BB9" w:rsidR="00F445EF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13DEDE84" w14:textId="5888A6AE" w:rsidR="00F445EF" w:rsidRPr="002C3C93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EE1B3F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701CD7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305ECA1F" w14:textId="77777777" w:rsidR="00BC22DD" w:rsidRDefault="00BC22DD" w:rsidP="00BC22DD">
      <w:pPr>
        <w:rPr>
          <w:rFonts w:ascii="Arial" w:hAnsi="Arial" w:cs="Arial"/>
        </w:rPr>
      </w:pPr>
    </w:p>
    <w:p w14:paraId="19245E5A" w14:textId="77777777" w:rsidR="00BC22DD" w:rsidRDefault="00BC22DD" w:rsidP="00BC22DD">
      <w:pPr>
        <w:rPr>
          <w:rFonts w:ascii="Arial" w:hAnsi="Arial" w:cs="Arial"/>
        </w:rPr>
      </w:pPr>
    </w:p>
    <w:p w14:paraId="1048C08C" w14:textId="77777777" w:rsidR="00BC22DD" w:rsidRPr="00BC22DD" w:rsidRDefault="00BC22DD" w:rsidP="00BC22DD">
      <w:pPr>
        <w:rPr>
          <w:rFonts w:ascii="Arial" w:hAnsi="Arial" w:cs="Arial"/>
        </w:rPr>
      </w:pPr>
    </w:p>
    <w:p w14:paraId="2C59DD14" w14:textId="1EFC7624" w:rsidR="00EE1B3F" w:rsidRPr="002C3C93" w:rsidRDefault="004C4ABE" w:rsidP="004C4ABE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662455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A6BD68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8"/>
      <w:footerReference w:type="default" r:id="rId9"/>
      <w:footerReference w:type="first" r:id="rId10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4457D" w14:textId="77777777" w:rsidR="008216F5" w:rsidRDefault="008216F5">
      <w:r>
        <w:separator/>
      </w:r>
    </w:p>
  </w:endnote>
  <w:endnote w:type="continuationSeparator" w:id="0">
    <w:p w14:paraId="345F9CD5" w14:textId="77777777" w:rsidR="008216F5" w:rsidRDefault="00821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0BE8A" w14:textId="77777777" w:rsidR="008216F5" w:rsidRDefault="008216F5">
      <w:r>
        <w:separator/>
      </w:r>
    </w:p>
  </w:footnote>
  <w:footnote w:type="continuationSeparator" w:id="0">
    <w:p w14:paraId="09C834DA" w14:textId="77777777" w:rsidR="008216F5" w:rsidRDefault="00821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582284CC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2"/>
  </w:num>
  <w:num w:numId="2" w16cid:durableId="874544641">
    <w:abstractNumId w:val="16"/>
  </w:num>
  <w:num w:numId="3" w16cid:durableId="294482200">
    <w:abstractNumId w:val="13"/>
  </w:num>
  <w:num w:numId="4" w16cid:durableId="1759132588">
    <w:abstractNumId w:val="15"/>
  </w:num>
  <w:num w:numId="5" w16cid:durableId="1839534202">
    <w:abstractNumId w:val="7"/>
  </w:num>
  <w:num w:numId="6" w16cid:durableId="1826821569">
    <w:abstractNumId w:val="8"/>
  </w:num>
  <w:num w:numId="7" w16cid:durableId="1139759085">
    <w:abstractNumId w:val="14"/>
  </w:num>
  <w:num w:numId="8" w16cid:durableId="1273591127">
    <w:abstractNumId w:val="9"/>
  </w:num>
  <w:num w:numId="9" w16cid:durableId="1956282158">
    <w:abstractNumId w:val="11"/>
  </w:num>
  <w:num w:numId="10" w16cid:durableId="1937013165">
    <w:abstractNumId w:val="6"/>
  </w:num>
  <w:num w:numId="11" w16cid:durableId="1030641206">
    <w:abstractNumId w:val="10"/>
  </w:num>
  <w:num w:numId="12" w16cid:durableId="1189290854">
    <w:abstractNumId w:val="2"/>
  </w:num>
  <w:num w:numId="13" w16cid:durableId="628586045">
    <w:abstractNumId w:val="5"/>
  </w:num>
  <w:num w:numId="14" w16cid:durableId="1862161863">
    <w:abstractNumId w:val="0"/>
  </w:num>
  <w:num w:numId="15" w16cid:durableId="1246110958">
    <w:abstractNumId w:val="4"/>
  </w:num>
  <w:num w:numId="16" w16cid:durableId="1089543040">
    <w:abstractNumId w:val="3"/>
  </w:num>
  <w:num w:numId="17" w16cid:durableId="297339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0A78"/>
    <w:rsid w:val="000F324C"/>
    <w:rsid w:val="001004BF"/>
    <w:rsid w:val="00114377"/>
    <w:rsid w:val="00115164"/>
    <w:rsid w:val="00120B25"/>
    <w:rsid w:val="0012372B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96610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3A70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63092"/>
    <w:rsid w:val="00472F94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B78DF"/>
    <w:rsid w:val="006C1B6C"/>
    <w:rsid w:val="00701CD7"/>
    <w:rsid w:val="00707415"/>
    <w:rsid w:val="007477D8"/>
    <w:rsid w:val="00753987"/>
    <w:rsid w:val="0079124B"/>
    <w:rsid w:val="00796BCB"/>
    <w:rsid w:val="007A299E"/>
    <w:rsid w:val="007A5CF4"/>
    <w:rsid w:val="007E0E21"/>
    <w:rsid w:val="007E2AA9"/>
    <w:rsid w:val="007E504D"/>
    <w:rsid w:val="007F1032"/>
    <w:rsid w:val="007F5C9C"/>
    <w:rsid w:val="0082056D"/>
    <w:rsid w:val="008216F5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63E43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22DD"/>
    <w:rsid w:val="00BC4FD6"/>
    <w:rsid w:val="00BC7EEF"/>
    <w:rsid w:val="00BD400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CF3CD6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163A7"/>
    <w:rsid w:val="00E410D7"/>
    <w:rsid w:val="00E547D3"/>
    <w:rsid w:val="00E6343D"/>
    <w:rsid w:val="00E66691"/>
    <w:rsid w:val="00E704B6"/>
    <w:rsid w:val="00E80EA7"/>
    <w:rsid w:val="00E82F97"/>
    <w:rsid w:val="00E90888"/>
    <w:rsid w:val="00E90C00"/>
    <w:rsid w:val="00EB2961"/>
    <w:rsid w:val="00ED3CF0"/>
    <w:rsid w:val="00EE1B3F"/>
    <w:rsid w:val="00EF06A8"/>
    <w:rsid w:val="00EF1E9E"/>
    <w:rsid w:val="00F213CC"/>
    <w:rsid w:val="00F24BAC"/>
    <w:rsid w:val="00F30516"/>
    <w:rsid w:val="00F445EF"/>
    <w:rsid w:val="00F5450C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57C308-5B9F-4B37-B17B-FBCDACEBEDCD}"/>
</file>

<file path=customXml/itemProps3.xml><?xml version="1.0" encoding="utf-8"?>
<ds:datastoreItem xmlns:ds="http://schemas.openxmlformats.org/officeDocument/2006/customXml" ds:itemID="{7D6965BD-95BC-48D0-8EF9-D49BA14CCD0F}"/>
</file>

<file path=customXml/itemProps4.xml><?xml version="1.0" encoding="utf-8"?>
<ds:datastoreItem xmlns:ds="http://schemas.openxmlformats.org/officeDocument/2006/customXml" ds:itemID="{C8AF8162-0DC2-425B-A41A-531F17A4BDB3}"/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185</TotalTime>
  <Pages>3</Pages>
  <Words>983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68</cp:revision>
  <cp:lastPrinted>2013-09-18T12:20:00Z</cp:lastPrinted>
  <dcterms:created xsi:type="dcterms:W3CDTF">2022-05-05T12:23:00Z</dcterms:created>
  <dcterms:modified xsi:type="dcterms:W3CDTF">2025-06-25T11:01:00Z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